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56" w:rsidRPr="00355B56" w:rsidRDefault="00355B56" w:rsidP="00355B5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55B56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55B56" w:rsidRDefault="00355B56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380E39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41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6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0D734C">
        <w:rPr>
          <w:rFonts w:ascii="Tahoma" w:hAnsi="Tahoma"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0D734C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380E39" w:rsidP="000859F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Obecně závazná vyhláška města Strakonice č. 4/2021, kterou se stanoví školské obvody mateřských škol zřizovaných městem Strakonice a část</w:t>
      </w:r>
      <w:r w:rsidR="00490040">
        <w:rPr>
          <w:rFonts w:ascii="Tahoma" w:hAnsi="Tahoma" w:cs="Tahoma"/>
          <w:b/>
          <w:u w:val="single"/>
        </w:rPr>
        <w:t>i</w:t>
      </w:r>
      <w:r>
        <w:rPr>
          <w:rFonts w:ascii="Tahoma" w:hAnsi="Tahoma" w:cs="Tahoma"/>
          <w:b/>
          <w:u w:val="single"/>
        </w:rPr>
        <w:t xml:space="preserve"> </w:t>
      </w:r>
      <w:r w:rsidR="0086164E">
        <w:rPr>
          <w:rFonts w:ascii="Tahoma" w:hAnsi="Tahoma" w:cs="Tahoma"/>
          <w:b/>
          <w:u w:val="single"/>
        </w:rPr>
        <w:t>společných školských obvodů mateřských škol zřizovaných</w:t>
      </w:r>
      <w:r>
        <w:rPr>
          <w:rFonts w:ascii="Tahoma" w:hAnsi="Tahoma" w:cs="Tahoma"/>
          <w:b/>
          <w:u w:val="single"/>
        </w:rPr>
        <w:t xml:space="preserve"> městem Strakonice</w:t>
      </w:r>
    </w:p>
    <w:p w:rsidR="00796D46" w:rsidRDefault="00796D46" w:rsidP="000859F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Zápis z jednání projektu Otavská plavba ze dne 14. 5</w:t>
      </w:r>
      <w:r w:rsidR="00436635">
        <w:rPr>
          <w:rFonts w:ascii="Tahoma" w:hAnsi="Tahoma" w:cs="Tahoma"/>
          <w:b/>
          <w:u w:val="single"/>
        </w:rPr>
        <w:t>.</w:t>
      </w:r>
      <w:r>
        <w:rPr>
          <w:rFonts w:ascii="Tahoma" w:hAnsi="Tahoma" w:cs="Tahoma"/>
          <w:b/>
          <w:u w:val="single"/>
        </w:rPr>
        <w:t xml:space="preserve"> 2021</w:t>
      </w:r>
    </w:p>
    <w:p w:rsidR="004A66E7" w:rsidRDefault="004A66E7" w:rsidP="000859F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Povolení výjimky z po</w:t>
      </w:r>
      <w:r w:rsidR="0047000F">
        <w:rPr>
          <w:rFonts w:ascii="Tahoma" w:hAnsi="Tahoma" w:cs="Tahoma"/>
          <w:b/>
          <w:u w:val="single"/>
        </w:rPr>
        <w:t>č</w:t>
      </w:r>
      <w:r>
        <w:rPr>
          <w:rFonts w:ascii="Tahoma" w:hAnsi="Tahoma" w:cs="Tahoma"/>
          <w:b/>
          <w:u w:val="single"/>
        </w:rPr>
        <w:t xml:space="preserve">tu dětí ve třídě mateřské školy v MŠ U Parku, v MŠ Čtyřlístek, v MŠ Lidická, v MŠ </w:t>
      </w:r>
      <w:proofErr w:type="spellStart"/>
      <w:proofErr w:type="gramStart"/>
      <w:r>
        <w:rPr>
          <w:rFonts w:ascii="Tahoma" w:hAnsi="Tahoma" w:cs="Tahoma"/>
          <w:b/>
          <w:u w:val="single"/>
        </w:rPr>
        <w:t>A.B.Svojsíka</w:t>
      </w:r>
      <w:proofErr w:type="spellEnd"/>
      <w:proofErr w:type="gramEnd"/>
      <w:r>
        <w:rPr>
          <w:rFonts w:ascii="Tahoma" w:hAnsi="Tahoma" w:cs="Tahoma"/>
          <w:b/>
          <w:u w:val="single"/>
        </w:rPr>
        <w:t xml:space="preserve"> a v MŠ Šumavská</w:t>
      </w:r>
    </w:p>
    <w:p w:rsidR="00A22222" w:rsidRDefault="00A22222" w:rsidP="003A58D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A22222">
        <w:rPr>
          <w:rFonts w:ascii="Tahoma" w:hAnsi="Tahoma" w:cs="Tahoma"/>
          <w:b/>
          <w:u w:val="single"/>
        </w:rPr>
        <w:t xml:space="preserve">Smlouva </w:t>
      </w:r>
      <w:r w:rsidR="00474DDE">
        <w:rPr>
          <w:rFonts w:ascii="Tahoma" w:hAnsi="Tahoma" w:cs="Tahoma"/>
          <w:b/>
          <w:u w:val="single"/>
        </w:rPr>
        <w:t>n</w:t>
      </w:r>
      <w:r w:rsidRPr="00A22222">
        <w:rPr>
          <w:rFonts w:ascii="Tahoma" w:hAnsi="Tahoma" w:cs="Tahoma"/>
          <w:b/>
          <w:u w:val="single"/>
        </w:rPr>
        <w:t xml:space="preserve">a </w:t>
      </w:r>
      <w:r w:rsidR="00ED5136">
        <w:rPr>
          <w:rFonts w:ascii="Tahoma" w:hAnsi="Tahoma" w:cs="Tahoma"/>
          <w:b/>
          <w:u w:val="single"/>
        </w:rPr>
        <w:t xml:space="preserve">pozáruční </w:t>
      </w:r>
      <w:r w:rsidRPr="00A22222">
        <w:rPr>
          <w:rFonts w:ascii="Tahoma" w:hAnsi="Tahoma" w:cs="Tahoma"/>
          <w:b/>
          <w:u w:val="single"/>
        </w:rPr>
        <w:t xml:space="preserve">podporu mobilních aplikací </w:t>
      </w:r>
      <w:r>
        <w:rPr>
          <w:rFonts w:ascii="Tahoma" w:hAnsi="Tahoma" w:cs="Tahoma"/>
          <w:b/>
          <w:u w:val="single"/>
        </w:rPr>
        <w:t>„</w:t>
      </w:r>
      <w:r w:rsidRPr="00A22222">
        <w:rPr>
          <w:rFonts w:ascii="Tahoma" w:hAnsi="Tahoma" w:cs="Tahoma"/>
          <w:b/>
          <w:u w:val="single"/>
        </w:rPr>
        <w:t>Strakonice v</w:t>
      </w:r>
      <w:r w:rsidR="00474DDE">
        <w:rPr>
          <w:rFonts w:ascii="Tahoma" w:hAnsi="Tahoma" w:cs="Tahoma"/>
          <w:b/>
          <w:u w:val="single"/>
        </w:rPr>
        <w:t> </w:t>
      </w:r>
      <w:r w:rsidRPr="00A22222">
        <w:rPr>
          <w:rFonts w:ascii="Tahoma" w:hAnsi="Tahoma" w:cs="Tahoma"/>
          <w:b/>
          <w:u w:val="single"/>
        </w:rPr>
        <w:t>mobilu</w:t>
      </w:r>
      <w:r>
        <w:rPr>
          <w:rFonts w:ascii="Tahoma" w:hAnsi="Tahoma" w:cs="Tahoma"/>
          <w:b/>
          <w:u w:val="single"/>
        </w:rPr>
        <w:t>“</w:t>
      </w:r>
      <w:r w:rsidRPr="00A22222">
        <w:rPr>
          <w:rFonts w:ascii="Tahoma" w:hAnsi="Tahoma" w:cs="Tahoma"/>
          <w:b/>
          <w:u w:val="single"/>
        </w:rPr>
        <w:t xml:space="preserve"> a </w:t>
      </w:r>
      <w:r>
        <w:rPr>
          <w:rFonts w:ascii="Tahoma" w:hAnsi="Tahoma" w:cs="Tahoma"/>
          <w:b/>
          <w:u w:val="single"/>
        </w:rPr>
        <w:t>„</w:t>
      </w:r>
      <w:r w:rsidRPr="00A22222">
        <w:rPr>
          <w:rFonts w:ascii="Tahoma" w:hAnsi="Tahoma" w:cs="Tahoma"/>
          <w:b/>
          <w:u w:val="single"/>
        </w:rPr>
        <w:t>Strakonice mapy</w:t>
      </w:r>
      <w:r>
        <w:rPr>
          <w:rFonts w:ascii="Tahoma" w:hAnsi="Tahoma" w:cs="Tahoma"/>
          <w:b/>
          <w:u w:val="single"/>
        </w:rPr>
        <w:t>“</w:t>
      </w:r>
      <w:r w:rsidRPr="00A22222">
        <w:rPr>
          <w:rFonts w:ascii="Tahoma" w:hAnsi="Tahoma" w:cs="Tahoma"/>
          <w:b/>
          <w:u w:val="single"/>
        </w:rPr>
        <w:t xml:space="preserve"> </w:t>
      </w:r>
    </w:p>
    <w:p w:rsidR="00A22222" w:rsidRDefault="00A22222" w:rsidP="003A58D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A22222">
        <w:rPr>
          <w:rFonts w:ascii="Tahoma" w:hAnsi="Tahoma" w:cs="Tahoma"/>
          <w:b/>
          <w:u w:val="single"/>
        </w:rPr>
        <w:t xml:space="preserve">Smlouva </w:t>
      </w:r>
      <w:r w:rsidR="00474DDE">
        <w:rPr>
          <w:rFonts w:ascii="Tahoma" w:hAnsi="Tahoma" w:cs="Tahoma"/>
          <w:b/>
          <w:u w:val="single"/>
        </w:rPr>
        <w:t>o</w:t>
      </w:r>
      <w:r w:rsidRPr="00A22222">
        <w:rPr>
          <w:rFonts w:ascii="Tahoma" w:hAnsi="Tahoma" w:cs="Tahoma"/>
          <w:b/>
          <w:u w:val="single"/>
        </w:rPr>
        <w:t xml:space="preserve"> dílo na rozvoj mobilních aplikací </w:t>
      </w:r>
      <w:r w:rsidR="00474DDE">
        <w:rPr>
          <w:rFonts w:ascii="Tahoma" w:hAnsi="Tahoma" w:cs="Tahoma"/>
          <w:b/>
          <w:u w:val="single"/>
        </w:rPr>
        <w:t>„</w:t>
      </w:r>
      <w:r w:rsidRPr="00A22222">
        <w:rPr>
          <w:rFonts w:ascii="Tahoma" w:hAnsi="Tahoma" w:cs="Tahoma"/>
          <w:b/>
          <w:u w:val="single"/>
        </w:rPr>
        <w:t>Strakonice v</w:t>
      </w:r>
      <w:r w:rsidR="00474DDE">
        <w:rPr>
          <w:rFonts w:ascii="Tahoma" w:hAnsi="Tahoma" w:cs="Tahoma"/>
          <w:b/>
          <w:u w:val="single"/>
        </w:rPr>
        <w:t> </w:t>
      </w:r>
      <w:r w:rsidRPr="00A22222">
        <w:rPr>
          <w:rFonts w:ascii="Tahoma" w:hAnsi="Tahoma" w:cs="Tahoma"/>
          <w:b/>
          <w:u w:val="single"/>
        </w:rPr>
        <w:t>mobilu</w:t>
      </w:r>
      <w:r w:rsidR="00474DDE">
        <w:rPr>
          <w:rFonts w:ascii="Tahoma" w:hAnsi="Tahoma" w:cs="Tahoma"/>
          <w:b/>
          <w:u w:val="single"/>
        </w:rPr>
        <w:t>“</w:t>
      </w:r>
      <w:r w:rsidRPr="00A22222">
        <w:rPr>
          <w:rFonts w:ascii="Tahoma" w:hAnsi="Tahoma" w:cs="Tahoma"/>
          <w:b/>
          <w:u w:val="single"/>
        </w:rPr>
        <w:t xml:space="preserve"> a </w:t>
      </w:r>
      <w:r w:rsidR="00474DDE">
        <w:rPr>
          <w:rFonts w:ascii="Tahoma" w:hAnsi="Tahoma" w:cs="Tahoma"/>
          <w:b/>
          <w:u w:val="single"/>
        </w:rPr>
        <w:t>„</w:t>
      </w:r>
      <w:r w:rsidRPr="00A22222">
        <w:rPr>
          <w:rFonts w:ascii="Tahoma" w:hAnsi="Tahoma" w:cs="Tahoma"/>
          <w:b/>
          <w:u w:val="single"/>
        </w:rPr>
        <w:t>Strakonice mapy</w:t>
      </w:r>
      <w:r w:rsidR="00474DDE">
        <w:rPr>
          <w:rFonts w:ascii="Tahoma" w:hAnsi="Tahoma" w:cs="Tahoma"/>
          <w:b/>
          <w:u w:val="single"/>
        </w:rPr>
        <w:t>“</w:t>
      </w:r>
    </w:p>
    <w:p w:rsidR="00B34B1D" w:rsidRDefault="00B34B1D" w:rsidP="003A58D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Užití znaku města Strakonice – Muzeum středního Pootaví Strakonice</w:t>
      </w:r>
    </w:p>
    <w:p w:rsidR="005D01D2" w:rsidRDefault="005D01D2" w:rsidP="00862093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Mateřská škola Strakonice, Lidická 625</w:t>
      </w:r>
      <w:r w:rsidR="00862093">
        <w:rPr>
          <w:rFonts w:ascii="Tahoma" w:hAnsi="Tahoma" w:cs="Tahoma"/>
          <w:b/>
          <w:u w:val="single"/>
        </w:rPr>
        <w:t xml:space="preserve"> – odepsání pohledávek</w:t>
      </w:r>
    </w:p>
    <w:p w:rsidR="008267CA" w:rsidRDefault="008267CA" w:rsidP="008267C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odboru školství za květen 2021</w:t>
      </w: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22222" w:rsidRPr="005E0400" w:rsidRDefault="00A2222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CE52EE">
        <w:rPr>
          <w:rFonts w:ascii="Tahoma" w:hAnsi="Tahoma" w:cs="Tahoma"/>
          <w:sz w:val="20"/>
          <w:szCs w:val="20"/>
        </w:rPr>
        <w:t>9</w:t>
      </w:r>
      <w:r w:rsidR="00053C5A">
        <w:rPr>
          <w:rFonts w:ascii="Tahoma" w:hAnsi="Tahoma" w:cs="Tahoma"/>
          <w:sz w:val="20"/>
          <w:szCs w:val="20"/>
        </w:rPr>
        <w:t>.</w:t>
      </w:r>
      <w:r w:rsidR="00CE52EE">
        <w:rPr>
          <w:rFonts w:ascii="Tahoma" w:hAnsi="Tahoma" w:cs="Tahoma"/>
          <w:sz w:val="20"/>
          <w:szCs w:val="20"/>
        </w:rPr>
        <w:t xml:space="preserve"> června</w:t>
      </w:r>
      <w:r w:rsidR="001B7398">
        <w:rPr>
          <w:rFonts w:ascii="Tahoma" w:hAnsi="Tahoma" w:cs="Tahoma"/>
          <w:sz w:val="20"/>
          <w:szCs w:val="20"/>
        </w:rPr>
        <w:t xml:space="preserve"> 2021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1B739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Libuše </w:t>
      </w:r>
      <w:proofErr w:type="spellStart"/>
      <w:r>
        <w:rPr>
          <w:rFonts w:ascii="Tahoma" w:hAnsi="Tahoma" w:cs="Tahoma"/>
          <w:sz w:val="20"/>
          <w:szCs w:val="20"/>
        </w:rPr>
        <w:t>Řeřábková</w:t>
      </w:r>
      <w:proofErr w:type="spellEnd"/>
    </w:p>
    <w:p w:rsidR="00A2222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1B7398">
        <w:rPr>
          <w:rFonts w:ascii="Tahoma" w:hAnsi="Tahoma" w:cs="Tahoma"/>
          <w:sz w:val="20"/>
          <w:szCs w:val="20"/>
        </w:rPr>
        <w:t>odboru</w:t>
      </w:r>
    </w:p>
    <w:p w:rsidR="00355B56" w:rsidRDefault="00355B56">
      <w:pPr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br w:type="page"/>
      </w:r>
    </w:p>
    <w:p w:rsidR="004C69F3" w:rsidRDefault="00AB7E1F" w:rsidP="004C69F3">
      <w:pPr>
        <w:pStyle w:val="Nadpis2"/>
        <w:jc w:val="both"/>
        <w:rPr>
          <w:rFonts w:ascii="Tahoma" w:hAnsi="Tahoma" w:cs="Tahoma"/>
          <w:sz w:val="24"/>
        </w:rPr>
      </w:pPr>
      <w:r w:rsidRPr="00C24BE6">
        <w:rPr>
          <w:rFonts w:ascii="Tahoma" w:hAnsi="Tahoma" w:cs="Tahoma"/>
          <w:sz w:val="24"/>
          <w:u w:val="none"/>
        </w:rPr>
        <w:lastRenderedPageBreak/>
        <w:t xml:space="preserve">1) </w:t>
      </w:r>
      <w:r w:rsidR="00CE52EE">
        <w:rPr>
          <w:rFonts w:ascii="Tahoma" w:hAnsi="Tahoma" w:cs="Tahoma"/>
          <w:sz w:val="24"/>
        </w:rPr>
        <w:t xml:space="preserve">Obecně závazná vyhláška města Strakonice č. 4/2021, kterou se stanoví školské obvody mateřských škol zřizovaných městem Strakonice </w:t>
      </w:r>
      <w:r w:rsidR="004C69F3">
        <w:rPr>
          <w:rFonts w:ascii="Tahoma" w:hAnsi="Tahoma" w:cs="Tahoma"/>
          <w:sz w:val="24"/>
        </w:rPr>
        <w:t>a části společných školských obvodů mateřských škol zřizovaných městem Strakonice</w:t>
      </w:r>
    </w:p>
    <w:p w:rsidR="004C69F3" w:rsidRPr="004C69F3" w:rsidRDefault="004C69F3" w:rsidP="004C69F3"/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C78C2" w:rsidRPr="008360E6" w:rsidRDefault="008360E6">
      <w:pPr>
        <w:rPr>
          <w:rFonts w:ascii="Tahoma" w:hAnsi="Tahoma" w:cs="Tahoma"/>
          <w:sz w:val="20"/>
          <w:szCs w:val="20"/>
        </w:rPr>
      </w:pPr>
      <w:r w:rsidRPr="008360E6">
        <w:rPr>
          <w:rFonts w:ascii="Tahoma" w:hAnsi="Tahoma" w:cs="Tahoma"/>
          <w:sz w:val="20"/>
          <w:szCs w:val="20"/>
        </w:rPr>
        <w:t xml:space="preserve">RM po projednání </w:t>
      </w:r>
    </w:p>
    <w:p w:rsidR="008360E6" w:rsidRPr="005E0400" w:rsidRDefault="008360E6">
      <w:pPr>
        <w:rPr>
          <w:rFonts w:ascii="Tahoma" w:hAnsi="Tahoma" w:cs="Tahoma"/>
          <w:sz w:val="20"/>
          <w:szCs w:val="20"/>
        </w:rPr>
      </w:pPr>
    </w:p>
    <w:p w:rsidR="00A27EB0" w:rsidRPr="00A27EB0" w:rsidRDefault="00147DB0" w:rsidP="00A27EB0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Doporučuje ZM</w:t>
      </w:r>
    </w:p>
    <w:p w:rsidR="004C69F3" w:rsidRPr="00A27EB0" w:rsidRDefault="004C69F3" w:rsidP="004C69F3">
      <w:pPr>
        <w:pStyle w:val="Zkladntext2"/>
        <w:spacing w:after="0" w:line="256" w:lineRule="auto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schválit obecně závaznou vyhlášku města Strakonice č. 4/2021, kterou se stanoví školské obvody mateřských škol zřizovaných městem Strakonice a části společných školských obvodů mateřských škol zřizovaných městem Strakonice. </w:t>
      </w:r>
    </w:p>
    <w:p w:rsidR="00A27EB0" w:rsidRPr="00A27EB0" w:rsidRDefault="00A27EB0" w:rsidP="00A27EB0">
      <w:pPr>
        <w:rPr>
          <w:rFonts w:ascii="Tahoma" w:hAnsi="Tahoma" w:cs="Tahoma"/>
          <w:sz w:val="20"/>
          <w:szCs w:val="20"/>
        </w:rPr>
      </w:pPr>
    </w:p>
    <w:p w:rsidR="007857D5" w:rsidRPr="00AB7E1F" w:rsidRDefault="007857D5" w:rsidP="007857D5">
      <w:pPr>
        <w:pStyle w:val="Nadpis2"/>
        <w:jc w:val="both"/>
        <w:rPr>
          <w:rFonts w:ascii="Tahoma" w:hAnsi="Tahoma" w:cs="Tahoma"/>
          <w:sz w:val="24"/>
        </w:rPr>
      </w:pPr>
      <w:r w:rsidRPr="00AB7E1F">
        <w:rPr>
          <w:rFonts w:ascii="Tahoma" w:hAnsi="Tahoma" w:cs="Tahoma"/>
          <w:sz w:val="24"/>
        </w:rPr>
        <w:t xml:space="preserve">2) </w:t>
      </w:r>
      <w:r>
        <w:rPr>
          <w:rFonts w:ascii="Tahoma" w:hAnsi="Tahoma" w:cs="Tahoma"/>
          <w:sz w:val="24"/>
        </w:rPr>
        <w:t>Zápis z jednání projektu Otavská plavba ze dne 14. 5. 2021</w:t>
      </w:r>
    </w:p>
    <w:p w:rsidR="00436635" w:rsidRPr="00436635" w:rsidRDefault="00436635" w:rsidP="007857D5">
      <w:pPr>
        <w:jc w:val="both"/>
        <w:rPr>
          <w:rFonts w:ascii="Tahoma" w:hAnsi="Tahoma" w:cs="Tahoma"/>
          <w:bCs/>
          <w:sz w:val="20"/>
          <w:szCs w:val="20"/>
        </w:rPr>
      </w:pPr>
    </w:p>
    <w:p w:rsidR="007857D5" w:rsidRPr="008B3143" w:rsidRDefault="007857D5" w:rsidP="007857D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8B3143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7857D5" w:rsidRPr="008B3143" w:rsidRDefault="007857D5" w:rsidP="007857D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B3143">
        <w:rPr>
          <w:rFonts w:ascii="Tahoma" w:hAnsi="Tahoma" w:cs="Tahoma"/>
          <w:sz w:val="20"/>
          <w:szCs w:val="20"/>
        </w:rPr>
        <w:t>RM po projednání:</w:t>
      </w:r>
    </w:p>
    <w:p w:rsidR="007857D5" w:rsidRPr="00C02D06" w:rsidRDefault="007857D5" w:rsidP="007857D5">
      <w:pPr>
        <w:rPr>
          <w:rFonts w:ascii="Tahoma" w:hAnsi="Tahoma" w:cs="Tahoma"/>
          <w:sz w:val="20"/>
          <w:szCs w:val="20"/>
        </w:rPr>
      </w:pPr>
    </w:p>
    <w:p w:rsidR="007857D5" w:rsidRPr="00C02D06" w:rsidRDefault="007857D5" w:rsidP="007857D5">
      <w:pPr>
        <w:pStyle w:val="Nadpis3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>I. Bere na vědomí</w:t>
      </w:r>
    </w:p>
    <w:p w:rsidR="007857D5" w:rsidRDefault="00997B60" w:rsidP="007857D5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</w:t>
      </w:r>
      <w:r w:rsidR="007857D5">
        <w:rPr>
          <w:rFonts w:ascii="Tahoma" w:hAnsi="Tahoma" w:cs="Tahoma"/>
          <w:sz w:val="20"/>
        </w:rPr>
        <w:t>ápis z jednání projektu Otavská plavba ze dne 14. 5. 2021</w:t>
      </w:r>
      <w:r w:rsidR="007857D5" w:rsidRPr="00C02D06">
        <w:rPr>
          <w:rFonts w:ascii="Tahoma" w:hAnsi="Tahoma" w:cs="Tahoma"/>
          <w:sz w:val="20"/>
        </w:rPr>
        <w:t xml:space="preserve">. </w:t>
      </w:r>
    </w:p>
    <w:p w:rsidR="00997B60" w:rsidRDefault="00997B60" w:rsidP="007857D5">
      <w:pPr>
        <w:rPr>
          <w:rFonts w:ascii="Tahoma" w:hAnsi="Tahoma" w:cs="Tahoma"/>
          <w:sz w:val="20"/>
        </w:rPr>
      </w:pPr>
    </w:p>
    <w:p w:rsidR="00997B60" w:rsidRPr="00C026A5" w:rsidRDefault="00997B60" w:rsidP="00997B60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C026A5">
        <w:rPr>
          <w:rFonts w:ascii="Tahoma" w:hAnsi="Tahoma" w:cs="Tahoma"/>
          <w:b/>
          <w:bCs/>
          <w:sz w:val="20"/>
          <w:szCs w:val="20"/>
          <w:u w:val="single"/>
        </w:rPr>
        <w:t xml:space="preserve">II. </w:t>
      </w:r>
      <w:r>
        <w:rPr>
          <w:rFonts w:ascii="Tahoma" w:hAnsi="Tahoma" w:cs="Tahoma"/>
          <w:b/>
          <w:bCs/>
          <w:sz w:val="20"/>
          <w:szCs w:val="20"/>
          <w:u w:val="single"/>
        </w:rPr>
        <w:t>Doporučuje ZM</w:t>
      </w:r>
    </w:p>
    <w:p w:rsidR="00997B60" w:rsidRPr="00C02D06" w:rsidRDefault="00997B60" w:rsidP="007857D5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schválit záměr založení spolku podporujícího cestovní ruch v</w:t>
      </w:r>
      <w:r w:rsidR="003A776A">
        <w:rPr>
          <w:rFonts w:ascii="Tahoma" w:hAnsi="Tahoma" w:cs="Tahoma"/>
          <w:sz w:val="20"/>
        </w:rPr>
        <w:t> </w:t>
      </w:r>
      <w:r>
        <w:rPr>
          <w:rFonts w:ascii="Tahoma" w:hAnsi="Tahoma" w:cs="Tahoma"/>
          <w:sz w:val="20"/>
        </w:rPr>
        <w:t>Pootaví</w:t>
      </w:r>
      <w:r w:rsidR="003A776A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</w:p>
    <w:p w:rsidR="007857D5" w:rsidRPr="00C02D06" w:rsidRDefault="007857D5" w:rsidP="007857D5">
      <w:pPr>
        <w:rPr>
          <w:rFonts w:ascii="Tahoma" w:hAnsi="Tahoma" w:cs="Tahoma"/>
        </w:rPr>
      </w:pPr>
    </w:p>
    <w:p w:rsidR="00C026A5" w:rsidRPr="00794294" w:rsidRDefault="004A66E7" w:rsidP="00C026A5">
      <w:pPr>
        <w:pStyle w:val="Nadpis2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4"/>
        </w:rPr>
        <w:t>3</w:t>
      </w:r>
      <w:r w:rsidR="00C026A5" w:rsidRPr="00794294">
        <w:rPr>
          <w:rFonts w:ascii="Tahoma" w:hAnsi="Tahoma" w:cs="Tahoma"/>
          <w:sz w:val="22"/>
        </w:rPr>
        <w:t xml:space="preserve">) </w:t>
      </w:r>
      <w:r w:rsidR="00C026A5" w:rsidRPr="00794294">
        <w:rPr>
          <w:rFonts w:ascii="Tahoma" w:eastAsiaTheme="majorEastAsia" w:hAnsi="Tahoma" w:cs="Tahoma"/>
          <w:color w:val="000000" w:themeColor="text1"/>
          <w:sz w:val="22"/>
        </w:rPr>
        <w:t xml:space="preserve">Povolení výjimky z počtu dětí ve třídě mateřské školy v MŠ </w:t>
      </w:r>
      <w:r w:rsidRPr="00794294">
        <w:rPr>
          <w:rFonts w:ascii="Tahoma" w:eastAsiaTheme="majorEastAsia" w:hAnsi="Tahoma" w:cs="Tahoma"/>
          <w:color w:val="000000" w:themeColor="text1"/>
          <w:sz w:val="22"/>
        </w:rPr>
        <w:t>U Parku</w:t>
      </w:r>
      <w:r w:rsidR="00C026A5" w:rsidRPr="00794294">
        <w:rPr>
          <w:rFonts w:ascii="Tahoma" w:eastAsiaTheme="majorEastAsia" w:hAnsi="Tahoma" w:cs="Tahoma"/>
          <w:color w:val="000000" w:themeColor="text1"/>
          <w:sz w:val="22"/>
        </w:rPr>
        <w:t xml:space="preserve">, v MŠ </w:t>
      </w:r>
      <w:r w:rsidRPr="00794294">
        <w:rPr>
          <w:rFonts w:ascii="Tahoma" w:eastAsiaTheme="majorEastAsia" w:hAnsi="Tahoma" w:cs="Tahoma"/>
          <w:color w:val="000000" w:themeColor="text1"/>
          <w:sz w:val="22"/>
        </w:rPr>
        <w:t>Čtyřlístek</w:t>
      </w:r>
      <w:r w:rsidR="00C026A5" w:rsidRPr="00794294">
        <w:rPr>
          <w:rFonts w:ascii="Tahoma" w:eastAsiaTheme="majorEastAsia" w:hAnsi="Tahoma" w:cs="Tahoma"/>
          <w:color w:val="000000" w:themeColor="text1"/>
          <w:sz w:val="22"/>
        </w:rPr>
        <w:t xml:space="preserve">, v MŠ </w:t>
      </w:r>
      <w:r w:rsidRPr="00794294">
        <w:rPr>
          <w:rFonts w:ascii="Tahoma" w:eastAsiaTheme="majorEastAsia" w:hAnsi="Tahoma" w:cs="Tahoma"/>
          <w:color w:val="000000" w:themeColor="text1"/>
          <w:sz w:val="22"/>
        </w:rPr>
        <w:t>Lidická</w:t>
      </w:r>
      <w:r w:rsidR="00C026A5" w:rsidRPr="00794294">
        <w:rPr>
          <w:rFonts w:ascii="Tahoma" w:eastAsiaTheme="majorEastAsia" w:hAnsi="Tahoma" w:cs="Tahoma"/>
          <w:color w:val="000000" w:themeColor="text1"/>
          <w:sz w:val="22"/>
        </w:rPr>
        <w:t xml:space="preserve">, v MŠ A. B. Svojsíka a v MŠ </w:t>
      </w:r>
      <w:r w:rsidRPr="00794294">
        <w:rPr>
          <w:rFonts w:ascii="Tahoma" w:eastAsiaTheme="majorEastAsia" w:hAnsi="Tahoma" w:cs="Tahoma"/>
          <w:color w:val="000000" w:themeColor="text1"/>
          <w:sz w:val="22"/>
        </w:rPr>
        <w:t>Šumavská</w:t>
      </w:r>
      <w:r w:rsidR="00C026A5" w:rsidRPr="00794294">
        <w:rPr>
          <w:rFonts w:eastAsiaTheme="majorEastAsia"/>
          <w:color w:val="000000" w:themeColor="text1"/>
          <w:sz w:val="24"/>
          <w:szCs w:val="28"/>
        </w:rPr>
        <w:t xml:space="preserve"> </w:t>
      </w:r>
    </w:p>
    <w:p w:rsidR="00C026A5" w:rsidRPr="00794294" w:rsidRDefault="00C026A5" w:rsidP="00C026A5">
      <w:pPr>
        <w:jc w:val="both"/>
        <w:rPr>
          <w:rFonts w:ascii="Tahoma" w:hAnsi="Tahoma" w:cs="Tahoma"/>
          <w:b/>
          <w:bCs/>
          <w:sz w:val="18"/>
          <w:szCs w:val="20"/>
        </w:rPr>
      </w:pPr>
    </w:p>
    <w:p w:rsidR="00C026A5" w:rsidRPr="00C026A5" w:rsidRDefault="00C026A5" w:rsidP="00C026A5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026A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C026A5">
        <w:rPr>
          <w:rFonts w:ascii="Tahoma" w:hAnsi="Tahoma" w:cs="Tahoma"/>
          <w:bCs/>
          <w:sz w:val="20"/>
          <w:szCs w:val="20"/>
        </w:rPr>
        <w:t xml:space="preserve"> </w:t>
      </w:r>
    </w:p>
    <w:p w:rsidR="00C026A5" w:rsidRPr="00C026A5" w:rsidRDefault="00C026A5" w:rsidP="00C026A5">
      <w:pPr>
        <w:rPr>
          <w:rFonts w:ascii="Tahoma" w:hAnsi="Tahoma" w:cs="Tahoma"/>
          <w:sz w:val="20"/>
          <w:szCs w:val="20"/>
        </w:rPr>
      </w:pPr>
      <w:r w:rsidRPr="00C026A5">
        <w:rPr>
          <w:rFonts w:ascii="Tahoma" w:hAnsi="Tahoma" w:cs="Tahoma"/>
          <w:sz w:val="20"/>
          <w:szCs w:val="20"/>
        </w:rPr>
        <w:t>RM po projednání</w:t>
      </w:r>
    </w:p>
    <w:p w:rsidR="00C026A5" w:rsidRPr="00C026A5" w:rsidRDefault="00C026A5" w:rsidP="00C026A5">
      <w:pPr>
        <w:rPr>
          <w:rFonts w:ascii="Tahoma" w:hAnsi="Tahoma" w:cs="Tahoma"/>
          <w:sz w:val="20"/>
          <w:szCs w:val="20"/>
        </w:rPr>
      </w:pPr>
    </w:p>
    <w:p w:rsidR="00C026A5" w:rsidRPr="00C026A5" w:rsidRDefault="00C026A5" w:rsidP="00C026A5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C026A5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 w:rsidR="0047000F">
        <w:rPr>
          <w:rFonts w:ascii="Tahoma" w:hAnsi="Tahoma" w:cs="Tahoma"/>
          <w:b/>
          <w:bCs/>
          <w:sz w:val="20"/>
          <w:szCs w:val="20"/>
          <w:u w:val="single"/>
        </w:rPr>
        <w:t>Rozhodla</w:t>
      </w:r>
    </w:p>
    <w:p w:rsidR="00C026A5" w:rsidRPr="00C026A5" w:rsidRDefault="0047000F" w:rsidP="00C026A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povolit výjimku</w:t>
      </w:r>
      <w:r w:rsidR="00C026A5" w:rsidRPr="00C026A5">
        <w:rPr>
          <w:rFonts w:ascii="Tahoma" w:hAnsi="Tahoma" w:cs="Tahoma"/>
          <w:sz w:val="20"/>
          <w:szCs w:val="20"/>
        </w:rPr>
        <w:t xml:space="preserve"> z počtu dětí ve třídě mateřské školy pro školní rok 2021/2022 v MŠ U Parku ve 2. třídě na 25 dětí, ve 4. třídě na 26 dětí a v odloučeném pracovišti Lidická 194 na 27 dětí za předpokladu, že zvýšení počtu dětí nebude na újmu kvalitě vzdělávací činnosti školy a při splnění podmínek bezpečnosti a ochrany zdraví.</w:t>
      </w:r>
    </w:p>
    <w:p w:rsidR="00C026A5" w:rsidRPr="00C026A5" w:rsidRDefault="00C026A5" w:rsidP="00C026A5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C026A5">
        <w:rPr>
          <w:rFonts w:ascii="Tahoma" w:hAnsi="Tahoma" w:cs="Tahoma"/>
          <w:b/>
          <w:bCs/>
          <w:sz w:val="20"/>
          <w:szCs w:val="20"/>
          <w:u w:val="single"/>
        </w:rPr>
        <w:t xml:space="preserve">II. </w:t>
      </w:r>
      <w:r w:rsidR="0047000F">
        <w:rPr>
          <w:rFonts w:ascii="Tahoma" w:hAnsi="Tahoma" w:cs="Tahoma"/>
          <w:b/>
          <w:bCs/>
          <w:sz w:val="20"/>
          <w:szCs w:val="20"/>
          <w:u w:val="single"/>
        </w:rPr>
        <w:t>Rozhodla</w:t>
      </w:r>
    </w:p>
    <w:p w:rsidR="00C026A5" w:rsidRPr="00C026A5" w:rsidRDefault="0047000F" w:rsidP="00C026A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povolit výjimku</w:t>
      </w:r>
      <w:r w:rsidR="00C026A5" w:rsidRPr="00C026A5">
        <w:rPr>
          <w:rFonts w:ascii="Tahoma" w:hAnsi="Tahoma" w:cs="Tahoma"/>
          <w:sz w:val="20"/>
          <w:szCs w:val="20"/>
        </w:rPr>
        <w:t xml:space="preserve"> z počtu dětí ve třídě mateřské školy pro školní rok 2021/2022 v</w:t>
      </w:r>
      <w:r w:rsidR="0022787C">
        <w:rPr>
          <w:rFonts w:ascii="Tahoma" w:hAnsi="Tahoma" w:cs="Tahoma"/>
          <w:sz w:val="20"/>
          <w:szCs w:val="20"/>
        </w:rPr>
        <w:t> MŠ Čtyřlístek ve 3. třídě na 26</w:t>
      </w:r>
      <w:r w:rsidR="00C026A5" w:rsidRPr="00C026A5">
        <w:rPr>
          <w:rFonts w:ascii="Tahoma" w:hAnsi="Tahoma" w:cs="Tahoma"/>
          <w:sz w:val="20"/>
          <w:szCs w:val="20"/>
        </w:rPr>
        <w:t xml:space="preserve"> dětí za předpokladu, že zvýšení počtu dětí nebude na újmu kvalitě vzdělávací činnosti školy a při splnění podmínek bezpečnosti a ochrany zdraví.</w:t>
      </w:r>
    </w:p>
    <w:p w:rsidR="00C026A5" w:rsidRPr="00C026A5" w:rsidRDefault="00C026A5" w:rsidP="00C026A5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C026A5">
        <w:rPr>
          <w:rFonts w:ascii="Tahoma" w:hAnsi="Tahoma" w:cs="Tahoma"/>
          <w:b/>
          <w:bCs/>
          <w:sz w:val="20"/>
          <w:szCs w:val="20"/>
          <w:u w:val="single"/>
        </w:rPr>
        <w:t xml:space="preserve">III. </w:t>
      </w:r>
      <w:r w:rsidR="0047000F">
        <w:rPr>
          <w:rFonts w:ascii="Tahoma" w:hAnsi="Tahoma" w:cs="Tahoma"/>
          <w:b/>
          <w:bCs/>
          <w:sz w:val="20"/>
          <w:szCs w:val="20"/>
          <w:u w:val="single"/>
        </w:rPr>
        <w:t>Rozhodla</w:t>
      </w:r>
    </w:p>
    <w:p w:rsidR="00C026A5" w:rsidRPr="00C026A5" w:rsidRDefault="0047000F" w:rsidP="00C026A5">
      <w:pPr>
        <w:jc w:val="both"/>
      </w:pPr>
      <w:r>
        <w:rPr>
          <w:rFonts w:ascii="Tahoma" w:hAnsi="Tahoma" w:cs="Tahoma"/>
          <w:sz w:val="20"/>
          <w:szCs w:val="20"/>
        </w:rPr>
        <w:t xml:space="preserve">povolit </w:t>
      </w:r>
      <w:r w:rsidR="00C026A5" w:rsidRPr="00C026A5">
        <w:rPr>
          <w:rFonts w:ascii="Tahoma" w:hAnsi="Tahoma" w:cs="Tahoma"/>
          <w:sz w:val="20"/>
          <w:szCs w:val="20"/>
        </w:rPr>
        <w:t>výjimk</w:t>
      </w:r>
      <w:r>
        <w:rPr>
          <w:rFonts w:ascii="Tahoma" w:hAnsi="Tahoma" w:cs="Tahoma"/>
          <w:sz w:val="20"/>
          <w:szCs w:val="20"/>
        </w:rPr>
        <w:t>u</w:t>
      </w:r>
      <w:r w:rsidR="00C026A5" w:rsidRPr="00C026A5">
        <w:rPr>
          <w:rFonts w:ascii="Tahoma" w:hAnsi="Tahoma" w:cs="Tahoma"/>
          <w:sz w:val="20"/>
          <w:szCs w:val="20"/>
        </w:rPr>
        <w:t xml:space="preserve"> z počtu dětí ve třídě mateřské školy pro školní rok 2021/2022 v MŠ Lidická v 1. třídě, ve 2. třídě a ve 3. třídě na 28 dětí a ve 4. třídě na 27 dětí, v odloučeném pracovišti MŠ Školní v 1. třídě, ve 2. třídě a ve 4. třídě na 28 dětí a ve 3. třídě na 27 dětí,  v odloučeném pracovišti MŠ Holečkova 413 ve 3. třídě a ve 4. třídě na 25 dětí, v odloučeném pracovišti MŠ Spojařů 1260 ve  2. třídě a ve 4. třídě na 28 dětí a ve 3. třídě na 27 dětí a v odloučeném pracovišti MŠ Stavbařů 213 v 1. třídě na 28 dětí a ve 2. třídě na 27 dětí za předpokladu, že zvýšení počtu dětí nebude na újmu kvalitě vzdělávací činnosti školy a při splnění podmínek bezpečnosti a ochrany zdraví</w:t>
      </w:r>
      <w:r w:rsidR="00C026A5" w:rsidRPr="00C026A5">
        <w:t>.</w:t>
      </w:r>
    </w:p>
    <w:p w:rsidR="00C026A5" w:rsidRPr="00C026A5" w:rsidRDefault="00C026A5" w:rsidP="00C026A5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C026A5">
        <w:rPr>
          <w:rFonts w:ascii="Tahoma" w:hAnsi="Tahoma" w:cs="Tahoma"/>
          <w:b/>
          <w:bCs/>
          <w:sz w:val="20"/>
          <w:szCs w:val="20"/>
          <w:u w:val="single"/>
        </w:rPr>
        <w:t xml:space="preserve">IV. </w:t>
      </w:r>
      <w:r w:rsidR="0047000F">
        <w:rPr>
          <w:rFonts w:ascii="Tahoma" w:hAnsi="Tahoma" w:cs="Tahoma"/>
          <w:b/>
          <w:bCs/>
          <w:sz w:val="20"/>
          <w:szCs w:val="20"/>
          <w:u w:val="single"/>
        </w:rPr>
        <w:t>Rozhodla</w:t>
      </w:r>
    </w:p>
    <w:p w:rsidR="00C026A5" w:rsidRPr="00C026A5" w:rsidRDefault="0047000F" w:rsidP="00C026A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povolit výjimku</w:t>
      </w:r>
      <w:r w:rsidR="00C026A5" w:rsidRPr="00C026A5">
        <w:rPr>
          <w:rFonts w:ascii="Tahoma" w:hAnsi="Tahoma" w:cs="Tahoma"/>
          <w:sz w:val="20"/>
          <w:szCs w:val="20"/>
        </w:rPr>
        <w:t xml:space="preserve"> z počtu dětí ve třídě mateřské školy pro školní rok 2021/2022 v MŠ A. B. Svojsíka v 1. třídě na 27 dětí a ve 2. třídě, ve 3. třídě a ve 4. třídě na 28 dětí za předpokladu, že zvýšení počtu dětí nebude na újmu kvalitě vzdělávací činnosti školy a při splnění podmínek bezpečnosti a ochrany zdraví.</w:t>
      </w:r>
    </w:p>
    <w:p w:rsidR="0047000F" w:rsidRDefault="0047000F" w:rsidP="0047000F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V. Rozhodla</w:t>
      </w:r>
    </w:p>
    <w:p w:rsidR="00A22222" w:rsidRPr="00355B56" w:rsidRDefault="0047000F" w:rsidP="00355B56">
      <w:pPr>
        <w:keepNext/>
        <w:jc w:val="both"/>
        <w:outlineLvl w:val="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povolit</w:t>
      </w:r>
      <w:r w:rsidR="00C026A5" w:rsidRPr="00C026A5">
        <w:rPr>
          <w:rFonts w:ascii="Tahoma" w:hAnsi="Tahoma" w:cs="Tahoma"/>
          <w:sz w:val="20"/>
          <w:szCs w:val="20"/>
        </w:rPr>
        <w:t xml:space="preserve"> výjimk</w:t>
      </w:r>
      <w:r>
        <w:rPr>
          <w:rFonts w:ascii="Tahoma" w:hAnsi="Tahoma" w:cs="Tahoma"/>
          <w:sz w:val="20"/>
          <w:szCs w:val="20"/>
        </w:rPr>
        <w:t>u</w:t>
      </w:r>
      <w:r w:rsidR="00C026A5" w:rsidRPr="00C026A5">
        <w:rPr>
          <w:rFonts w:ascii="Tahoma" w:hAnsi="Tahoma" w:cs="Tahoma"/>
          <w:sz w:val="20"/>
          <w:szCs w:val="20"/>
        </w:rPr>
        <w:t xml:space="preserve"> z počtu dětí ve třídě mateřské školy pro školní rok 2021/2022 v MŠ Šumavská v 1. třídě, ve 2. třídě a ve 4. třídě na 28 dětí a ve 3. třídě na 27 dětí za předpokladu, že zvýšení počtu dětí nebude na újmu kvalitě vzdělávací činnosti školy a při splnění podmínek bezpečnosti a ochrany zdraví.</w:t>
      </w:r>
    </w:p>
    <w:p w:rsidR="00A22222" w:rsidRDefault="00A2222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A22222" w:rsidRPr="00AB7E1F" w:rsidRDefault="00A22222" w:rsidP="00A22222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4</w:t>
      </w:r>
      <w:r w:rsidRPr="00AB7E1F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 xml:space="preserve">Smlouva </w:t>
      </w:r>
      <w:r w:rsidR="00351DD7">
        <w:rPr>
          <w:rFonts w:ascii="Calibri" w:eastAsia="Calibri" w:hAnsi="Calibri" w:cs="Calibri"/>
        </w:rPr>
        <w:t>o pozáruční podpoře</w:t>
      </w:r>
      <w:r w:rsidRPr="0004697D">
        <w:rPr>
          <w:rFonts w:ascii="Calibri" w:eastAsia="Calibri" w:hAnsi="Calibri" w:cs="Calibri"/>
        </w:rPr>
        <w:t xml:space="preserve"> mobilních aplikací </w:t>
      </w:r>
      <w:r>
        <w:rPr>
          <w:rFonts w:ascii="Calibri" w:eastAsia="Calibri" w:hAnsi="Calibri" w:cs="Calibri"/>
        </w:rPr>
        <w:t>„</w:t>
      </w:r>
      <w:r w:rsidRPr="0004697D">
        <w:rPr>
          <w:rFonts w:ascii="Calibri" w:eastAsia="Calibri" w:hAnsi="Calibri" w:cs="Calibri"/>
        </w:rPr>
        <w:t>Strakonice v</w:t>
      </w:r>
      <w:r>
        <w:rPr>
          <w:rFonts w:ascii="Calibri" w:eastAsia="Calibri" w:hAnsi="Calibri" w:cs="Calibri"/>
        </w:rPr>
        <w:t> </w:t>
      </w:r>
      <w:r w:rsidRPr="0004697D">
        <w:rPr>
          <w:rFonts w:ascii="Calibri" w:eastAsia="Calibri" w:hAnsi="Calibri" w:cs="Calibri"/>
        </w:rPr>
        <w:t>mobilu</w:t>
      </w:r>
      <w:r>
        <w:rPr>
          <w:rFonts w:ascii="Calibri" w:eastAsia="Calibri" w:hAnsi="Calibri" w:cs="Calibri"/>
        </w:rPr>
        <w:t>“</w:t>
      </w:r>
      <w:r w:rsidRPr="0004697D">
        <w:rPr>
          <w:rFonts w:ascii="Calibri" w:eastAsia="Calibri" w:hAnsi="Calibri" w:cs="Calibri"/>
        </w:rPr>
        <w:t xml:space="preserve"> a </w:t>
      </w:r>
      <w:r>
        <w:rPr>
          <w:rFonts w:ascii="Calibri" w:eastAsia="Calibri" w:hAnsi="Calibri" w:cs="Calibri"/>
        </w:rPr>
        <w:t>„</w:t>
      </w:r>
      <w:r w:rsidRPr="0004697D">
        <w:rPr>
          <w:rFonts w:ascii="Calibri" w:eastAsia="Calibri" w:hAnsi="Calibri" w:cs="Calibri"/>
        </w:rPr>
        <w:t>Strakonice mapy</w:t>
      </w:r>
      <w:r>
        <w:rPr>
          <w:rFonts w:ascii="Calibri" w:eastAsia="Calibri" w:hAnsi="Calibri" w:cs="Calibri"/>
        </w:rPr>
        <w:t>“</w:t>
      </w:r>
      <w:r w:rsidRPr="0004697D">
        <w:rPr>
          <w:rFonts w:ascii="Calibri" w:eastAsia="Calibri" w:hAnsi="Calibri" w:cs="Calibri"/>
        </w:rPr>
        <w:t xml:space="preserve"> – </w:t>
      </w:r>
      <w:r>
        <w:rPr>
          <w:rFonts w:ascii="Calibri" w:eastAsia="Calibri" w:hAnsi="Calibri" w:cs="Calibri"/>
        </w:rPr>
        <w:t xml:space="preserve"> </w:t>
      </w:r>
      <w:r w:rsidRPr="0004697D">
        <w:rPr>
          <w:rFonts w:ascii="Calibri" w:eastAsia="Calibri" w:hAnsi="Calibri" w:cs="Calibri"/>
        </w:rPr>
        <w:t>městské mobilní a městské mapová aplikace</w:t>
      </w:r>
      <w:r>
        <w:rPr>
          <w:rFonts w:ascii="Tahoma" w:hAnsi="Tahoma" w:cs="Tahoma"/>
          <w:sz w:val="24"/>
        </w:rPr>
        <w:t xml:space="preserve"> </w:t>
      </w:r>
    </w:p>
    <w:p w:rsidR="00A22222" w:rsidRPr="00AB7E1F" w:rsidRDefault="00A22222" w:rsidP="00A22222">
      <w:pPr>
        <w:jc w:val="both"/>
        <w:rPr>
          <w:rFonts w:ascii="Tahoma" w:hAnsi="Tahoma" w:cs="Tahoma"/>
        </w:rPr>
      </w:pPr>
    </w:p>
    <w:p w:rsidR="00A22222" w:rsidRPr="005E0400" w:rsidRDefault="00A22222" w:rsidP="00A2222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22222" w:rsidRPr="005E0400" w:rsidRDefault="00A22222" w:rsidP="00A2222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A22222" w:rsidRPr="005E0400" w:rsidRDefault="00A22222" w:rsidP="00A22222">
      <w:pPr>
        <w:rPr>
          <w:rFonts w:ascii="Tahoma" w:hAnsi="Tahoma" w:cs="Tahoma"/>
          <w:sz w:val="20"/>
          <w:szCs w:val="20"/>
        </w:rPr>
      </w:pPr>
    </w:p>
    <w:p w:rsidR="00A22222" w:rsidRPr="00A27EB0" w:rsidRDefault="00A22222" w:rsidP="00A22222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A27EB0">
        <w:rPr>
          <w:rFonts w:ascii="Tahoma" w:hAnsi="Tahoma" w:cs="Tahoma"/>
          <w:sz w:val="20"/>
          <w:szCs w:val="20"/>
        </w:rPr>
        <w:t>I. Souhlasí</w:t>
      </w:r>
    </w:p>
    <w:p w:rsidR="00A22222" w:rsidRDefault="00A5254D" w:rsidP="00A22222">
      <w:pPr>
        <w:pStyle w:val="Zkladntext2"/>
        <w:spacing w:after="0" w:line="256" w:lineRule="auto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 uzavřením </w:t>
      </w:r>
      <w:r w:rsidR="00A22222">
        <w:rPr>
          <w:rFonts w:cs="Tahoma"/>
          <w:szCs w:val="20"/>
        </w:rPr>
        <w:t>smlouvy</w:t>
      </w:r>
      <w:r>
        <w:rPr>
          <w:rFonts w:cs="Tahoma"/>
          <w:szCs w:val="20"/>
        </w:rPr>
        <w:t>, jejímž předmětem je pozáruční podpora</w:t>
      </w:r>
      <w:r w:rsidR="00A22222" w:rsidRPr="003E1779">
        <w:rPr>
          <w:rFonts w:cs="Tahoma"/>
          <w:szCs w:val="20"/>
        </w:rPr>
        <w:t xml:space="preserve"> mobilních aplikací </w:t>
      </w:r>
      <w:r>
        <w:rPr>
          <w:rFonts w:cs="Tahoma"/>
          <w:szCs w:val="20"/>
        </w:rPr>
        <w:t>„</w:t>
      </w:r>
      <w:r w:rsidR="00A22222" w:rsidRPr="003E1779">
        <w:rPr>
          <w:rFonts w:cs="Tahoma"/>
          <w:szCs w:val="20"/>
        </w:rPr>
        <w:t>Strakonice v</w:t>
      </w:r>
      <w:r>
        <w:rPr>
          <w:rFonts w:cs="Tahoma"/>
          <w:szCs w:val="20"/>
        </w:rPr>
        <w:t> </w:t>
      </w:r>
      <w:r w:rsidR="00A22222" w:rsidRPr="003E1779">
        <w:rPr>
          <w:rFonts w:cs="Tahoma"/>
          <w:szCs w:val="20"/>
        </w:rPr>
        <w:t>mobilu</w:t>
      </w:r>
      <w:r w:rsidR="00FD6217">
        <w:rPr>
          <w:rFonts w:ascii="Calibri" w:eastAsia="Calibri" w:hAnsi="Calibri" w:cs="Calibri"/>
        </w:rPr>
        <w:t>“</w:t>
      </w:r>
      <w:r w:rsidR="00A22222" w:rsidRPr="003E1779">
        <w:rPr>
          <w:rFonts w:cs="Tahoma"/>
          <w:szCs w:val="20"/>
        </w:rPr>
        <w:t xml:space="preserve"> a </w:t>
      </w:r>
      <w:r>
        <w:rPr>
          <w:rFonts w:cs="Tahoma"/>
          <w:szCs w:val="20"/>
        </w:rPr>
        <w:t>„</w:t>
      </w:r>
      <w:r w:rsidR="00A22222" w:rsidRPr="003E1779">
        <w:rPr>
          <w:rFonts w:cs="Tahoma"/>
          <w:szCs w:val="20"/>
        </w:rPr>
        <w:t>Strakonice mapy</w:t>
      </w:r>
      <w:r w:rsidR="00FD6217">
        <w:rPr>
          <w:rFonts w:ascii="Calibri" w:eastAsia="Calibri" w:hAnsi="Calibri" w:cs="Calibri"/>
        </w:rPr>
        <w:t>“</w:t>
      </w:r>
      <w:r w:rsidR="00A22222" w:rsidRPr="003E1779">
        <w:rPr>
          <w:rFonts w:cs="Tahoma"/>
          <w:szCs w:val="20"/>
        </w:rPr>
        <w:t xml:space="preserve"> –</w:t>
      </w:r>
      <w:r>
        <w:rPr>
          <w:rFonts w:cs="Tahoma"/>
          <w:szCs w:val="20"/>
        </w:rPr>
        <w:t xml:space="preserve"> </w:t>
      </w:r>
      <w:r w:rsidR="00A22222">
        <w:rPr>
          <w:rFonts w:cs="Tahoma"/>
          <w:szCs w:val="20"/>
        </w:rPr>
        <w:t xml:space="preserve">mezi městem Strakonice, Velké náměstí 2, 386 01 Strakonice a firmou </w:t>
      </w:r>
      <w:proofErr w:type="spellStart"/>
      <w:r w:rsidR="00A22222">
        <w:rPr>
          <w:rFonts w:cs="Tahoma"/>
          <w:szCs w:val="20"/>
        </w:rPr>
        <w:t>Eternal</w:t>
      </w:r>
      <w:proofErr w:type="spellEnd"/>
      <w:r w:rsidR="00A22222">
        <w:rPr>
          <w:rFonts w:cs="Tahoma"/>
          <w:szCs w:val="20"/>
        </w:rPr>
        <w:t>, s.</w:t>
      </w:r>
      <w:r w:rsidR="00FD6217">
        <w:rPr>
          <w:rFonts w:cs="Tahoma"/>
          <w:szCs w:val="20"/>
        </w:rPr>
        <w:t xml:space="preserve"> </w:t>
      </w:r>
      <w:r w:rsidR="00A22222">
        <w:rPr>
          <w:rFonts w:cs="Tahoma"/>
          <w:szCs w:val="20"/>
        </w:rPr>
        <w:t>r.</w:t>
      </w:r>
      <w:r w:rsidR="00FD6217">
        <w:rPr>
          <w:rFonts w:cs="Tahoma"/>
          <w:szCs w:val="20"/>
        </w:rPr>
        <w:t xml:space="preserve"> </w:t>
      </w:r>
      <w:r w:rsidR="00A22222">
        <w:rPr>
          <w:rFonts w:cs="Tahoma"/>
          <w:szCs w:val="20"/>
        </w:rPr>
        <w:t>o</w:t>
      </w:r>
      <w:r w:rsidR="00970B96">
        <w:rPr>
          <w:rFonts w:cs="Tahoma"/>
          <w:szCs w:val="20"/>
        </w:rPr>
        <w:t>.</w:t>
      </w:r>
      <w:r w:rsidR="00A22222" w:rsidRPr="003E1779">
        <w:rPr>
          <w:rFonts w:cs="Tahoma"/>
          <w:szCs w:val="20"/>
        </w:rPr>
        <w:t>, nám</w:t>
      </w:r>
      <w:r w:rsidR="00A22222">
        <w:rPr>
          <w:rFonts w:cs="Tahoma"/>
          <w:szCs w:val="20"/>
        </w:rPr>
        <w:t>ěstí</w:t>
      </w:r>
      <w:r w:rsidR="00A22222" w:rsidRPr="003E1779">
        <w:rPr>
          <w:rFonts w:cs="Tahoma"/>
          <w:szCs w:val="20"/>
        </w:rPr>
        <w:t xml:space="preserve"> 14</w:t>
      </w:r>
      <w:r w:rsidR="0030116A">
        <w:rPr>
          <w:rFonts w:cs="Tahoma"/>
          <w:szCs w:val="20"/>
        </w:rPr>
        <w:t>.</w:t>
      </w:r>
      <w:r w:rsidR="00A22222" w:rsidRPr="003E1779">
        <w:rPr>
          <w:rFonts w:cs="Tahoma"/>
          <w:szCs w:val="20"/>
        </w:rPr>
        <w:t xml:space="preserve"> října 1307/2, 150 00 Praha 5</w:t>
      </w:r>
      <w:r w:rsidR="00A22222">
        <w:rPr>
          <w:rFonts w:cs="Tahoma"/>
          <w:szCs w:val="20"/>
        </w:rPr>
        <w:t xml:space="preserve"> za částku 60.500</w:t>
      </w:r>
      <w:r w:rsidR="00D86DEA">
        <w:rPr>
          <w:rFonts w:cs="Tahoma"/>
          <w:szCs w:val="20"/>
        </w:rPr>
        <w:t xml:space="preserve"> </w:t>
      </w:r>
      <w:r w:rsidR="00A22222">
        <w:rPr>
          <w:rFonts w:cs="Tahoma"/>
          <w:szCs w:val="20"/>
        </w:rPr>
        <w:t>Kč ročně včetně DPH.</w:t>
      </w:r>
    </w:p>
    <w:p w:rsidR="00A22222" w:rsidRPr="00EE6390" w:rsidRDefault="00A22222" w:rsidP="00A22222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EE6390">
        <w:rPr>
          <w:rFonts w:ascii="Tahoma" w:hAnsi="Tahoma" w:cs="Tahoma"/>
          <w:sz w:val="20"/>
          <w:szCs w:val="20"/>
        </w:rPr>
        <w:t>. Pověřuje</w:t>
      </w:r>
    </w:p>
    <w:p w:rsidR="00A22222" w:rsidRDefault="00A22222" w:rsidP="00A22222">
      <w:pPr>
        <w:pStyle w:val="Zkladntext2"/>
        <w:spacing w:after="0" w:line="256" w:lineRule="auto"/>
        <w:jc w:val="both"/>
        <w:rPr>
          <w:rFonts w:cs="Tahoma"/>
          <w:szCs w:val="20"/>
        </w:rPr>
      </w:pPr>
      <w:r>
        <w:rPr>
          <w:rFonts w:cs="Tahoma"/>
          <w:szCs w:val="20"/>
        </w:rPr>
        <w:t>starostu města podpisem předmětné smlouvy.</w:t>
      </w:r>
    </w:p>
    <w:p w:rsidR="00A22222" w:rsidRDefault="00A22222" w:rsidP="00A22222">
      <w:pPr>
        <w:pStyle w:val="Zkladntext2"/>
        <w:spacing w:after="0" w:line="256" w:lineRule="auto"/>
        <w:jc w:val="both"/>
        <w:rPr>
          <w:rFonts w:cs="Tahoma"/>
          <w:szCs w:val="20"/>
        </w:rPr>
      </w:pPr>
    </w:p>
    <w:p w:rsidR="00A22222" w:rsidRDefault="00A22222" w:rsidP="00A22222">
      <w:pPr>
        <w:pStyle w:val="Nadpis2"/>
        <w:rPr>
          <w:rFonts w:ascii="Calibri" w:eastAsia="Calibri" w:hAnsi="Calibri" w:cs="Calibri"/>
        </w:rPr>
      </w:pPr>
      <w:r>
        <w:rPr>
          <w:rFonts w:ascii="Tahoma" w:hAnsi="Tahoma" w:cs="Tahoma"/>
          <w:sz w:val="24"/>
        </w:rPr>
        <w:t>5</w:t>
      </w:r>
      <w:r w:rsidRPr="00AB7E1F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 xml:space="preserve">Smlouva </w:t>
      </w:r>
      <w:r w:rsidR="00EE6BD0">
        <w:rPr>
          <w:rFonts w:ascii="Calibri" w:eastAsia="Calibri" w:hAnsi="Calibri" w:cs="Calibri"/>
        </w:rPr>
        <w:t>o</w:t>
      </w:r>
      <w:r w:rsidRPr="00A475F3">
        <w:rPr>
          <w:rFonts w:ascii="Calibri" w:eastAsia="Calibri" w:hAnsi="Calibri" w:cs="Calibri"/>
        </w:rPr>
        <w:t xml:space="preserve"> dílo na rozvoj mobilních aplikací </w:t>
      </w:r>
      <w:r w:rsidR="007221B1">
        <w:rPr>
          <w:rFonts w:ascii="Calibri" w:eastAsia="Calibri" w:hAnsi="Calibri" w:cs="Calibri"/>
        </w:rPr>
        <w:t>„</w:t>
      </w:r>
      <w:r w:rsidRPr="00A475F3">
        <w:rPr>
          <w:rFonts w:ascii="Calibri" w:eastAsia="Calibri" w:hAnsi="Calibri" w:cs="Calibri"/>
        </w:rPr>
        <w:t>Strakonice v</w:t>
      </w:r>
      <w:r w:rsidR="007221B1">
        <w:rPr>
          <w:rFonts w:ascii="Calibri" w:eastAsia="Calibri" w:hAnsi="Calibri" w:cs="Calibri"/>
        </w:rPr>
        <w:t> </w:t>
      </w:r>
      <w:r w:rsidRPr="00A475F3">
        <w:rPr>
          <w:rFonts w:ascii="Calibri" w:eastAsia="Calibri" w:hAnsi="Calibri" w:cs="Calibri"/>
        </w:rPr>
        <w:t>mobilu</w:t>
      </w:r>
      <w:r w:rsidR="007221B1">
        <w:rPr>
          <w:rFonts w:ascii="Calibri" w:eastAsia="Calibri" w:hAnsi="Calibri" w:cs="Calibri"/>
        </w:rPr>
        <w:t>“</w:t>
      </w:r>
      <w:r w:rsidRPr="00A475F3">
        <w:rPr>
          <w:rFonts w:ascii="Calibri" w:eastAsia="Calibri" w:hAnsi="Calibri" w:cs="Calibri"/>
        </w:rPr>
        <w:t xml:space="preserve"> a </w:t>
      </w:r>
      <w:r w:rsidR="007221B1">
        <w:rPr>
          <w:rFonts w:ascii="Calibri" w:eastAsia="Calibri" w:hAnsi="Calibri" w:cs="Calibri"/>
        </w:rPr>
        <w:t>„</w:t>
      </w:r>
      <w:r w:rsidRPr="00A475F3">
        <w:rPr>
          <w:rFonts w:ascii="Calibri" w:eastAsia="Calibri" w:hAnsi="Calibri" w:cs="Calibri"/>
        </w:rPr>
        <w:t>Strakonice mapy</w:t>
      </w:r>
      <w:r w:rsidR="007221B1">
        <w:rPr>
          <w:rFonts w:ascii="Calibri" w:eastAsia="Calibri" w:hAnsi="Calibri" w:cs="Calibri"/>
        </w:rPr>
        <w:t>“</w:t>
      </w:r>
    </w:p>
    <w:p w:rsidR="00A22222" w:rsidRDefault="00A22222" w:rsidP="00A22222"/>
    <w:p w:rsidR="00A22222" w:rsidRPr="005E0400" w:rsidRDefault="00A22222" w:rsidP="00A2222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22222" w:rsidRPr="005E0400" w:rsidRDefault="00A22222" w:rsidP="00A2222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A22222" w:rsidRPr="005E0400" w:rsidRDefault="00A22222" w:rsidP="00A22222">
      <w:pPr>
        <w:rPr>
          <w:rFonts w:ascii="Tahoma" w:hAnsi="Tahoma" w:cs="Tahoma"/>
          <w:sz w:val="20"/>
          <w:szCs w:val="20"/>
        </w:rPr>
      </w:pPr>
    </w:p>
    <w:p w:rsidR="00A22222" w:rsidRPr="00A27EB0" w:rsidRDefault="00A22222" w:rsidP="00A22222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A27EB0">
        <w:rPr>
          <w:rFonts w:ascii="Tahoma" w:hAnsi="Tahoma" w:cs="Tahoma"/>
          <w:sz w:val="20"/>
          <w:szCs w:val="20"/>
        </w:rPr>
        <w:t>I. Souhlasí</w:t>
      </w:r>
    </w:p>
    <w:p w:rsidR="00A22222" w:rsidRDefault="00F26D96" w:rsidP="00A22222">
      <w:pPr>
        <w:pStyle w:val="Zkladntext2"/>
        <w:spacing w:after="0" w:line="256" w:lineRule="auto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 uzavřením </w:t>
      </w:r>
      <w:r w:rsidR="00A22222">
        <w:rPr>
          <w:rFonts w:cs="Tahoma"/>
          <w:szCs w:val="20"/>
        </w:rPr>
        <w:t>smlouvy</w:t>
      </w:r>
      <w:r w:rsidR="00A22222" w:rsidRPr="003E1779">
        <w:rPr>
          <w:rFonts w:cs="Tahoma"/>
          <w:szCs w:val="20"/>
        </w:rPr>
        <w:t xml:space="preserve"> </w:t>
      </w:r>
      <w:r w:rsidR="00EE6BD0">
        <w:rPr>
          <w:rFonts w:cs="Tahoma"/>
          <w:szCs w:val="20"/>
        </w:rPr>
        <w:t>o</w:t>
      </w:r>
      <w:r w:rsidR="00A22222" w:rsidRPr="00BC6722">
        <w:rPr>
          <w:rFonts w:cs="Tahoma"/>
          <w:szCs w:val="20"/>
        </w:rPr>
        <w:t xml:space="preserve"> díl</w:t>
      </w:r>
      <w:r w:rsidR="007221B1">
        <w:rPr>
          <w:rFonts w:cs="Tahoma"/>
          <w:szCs w:val="20"/>
        </w:rPr>
        <w:t>o na rozvoj mobilních aplikací „</w:t>
      </w:r>
      <w:r w:rsidR="00A22222" w:rsidRPr="00BC6722">
        <w:rPr>
          <w:rFonts w:cs="Tahoma"/>
          <w:szCs w:val="20"/>
        </w:rPr>
        <w:t>Strakonice v</w:t>
      </w:r>
      <w:r w:rsidR="007221B1">
        <w:rPr>
          <w:rFonts w:cs="Tahoma"/>
          <w:szCs w:val="20"/>
        </w:rPr>
        <w:t> </w:t>
      </w:r>
      <w:r w:rsidR="00A22222" w:rsidRPr="00BC6722">
        <w:rPr>
          <w:rFonts w:cs="Tahoma"/>
          <w:szCs w:val="20"/>
        </w:rPr>
        <w:t>mobilu</w:t>
      </w:r>
      <w:r w:rsidR="00EE6BD0">
        <w:rPr>
          <w:rFonts w:ascii="Calibri" w:eastAsia="Calibri" w:hAnsi="Calibri" w:cs="Calibri"/>
        </w:rPr>
        <w:t>“</w:t>
      </w:r>
      <w:r w:rsidR="007221B1">
        <w:rPr>
          <w:rFonts w:cs="Tahoma"/>
          <w:szCs w:val="20"/>
        </w:rPr>
        <w:t xml:space="preserve"> a „</w:t>
      </w:r>
      <w:r w:rsidR="00A22222" w:rsidRPr="00BC6722">
        <w:rPr>
          <w:rFonts w:cs="Tahoma"/>
          <w:szCs w:val="20"/>
        </w:rPr>
        <w:t>Strakonice mapy</w:t>
      </w:r>
      <w:r w:rsidR="00EE6BD0">
        <w:rPr>
          <w:rFonts w:ascii="Calibri" w:eastAsia="Calibri" w:hAnsi="Calibri" w:cs="Calibri"/>
        </w:rPr>
        <w:t>“</w:t>
      </w:r>
      <w:r w:rsidR="00A22222">
        <w:rPr>
          <w:rFonts w:cs="Tahoma"/>
          <w:szCs w:val="20"/>
        </w:rPr>
        <w:t xml:space="preserve"> mezi městem Strakonice, Velké náměstí 2, 386 01 Strakonice a firmou </w:t>
      </w:r>
      <w:proofErr w:type="spellStart"/>
      <w:r w:rsidR="00A22222">
        <w:rPr>
          <w:rFonts w:cs="Tahoma"/>
          <w:szCs w:val="20"/>
        </w:rPr>
        <w:t>Eternal</w:t>
      </w:r>
      <w:proofErr w:type="spellEnd"/>
      <w:r w:rsidR="00A22222">
        <w:rPr>
          <w:rFonts w:cs="Tahoma"/>
          <w:szCs w:val="20"/>
        </w:rPr>
        <w:t>, s.</w:t>
      </w:r>
      <w:r w:rsidR="00EE6BD0">
        <w:rPr>
          <w:rFonts w:cs="Tahoma"/>
          <w:szCs w:val="20"/>
        </w:rPr>
        <w:t xml:space="preserve"> </w:t>
      </w:r>
      <w:r w:rsidR="00A22222">
        <w:rPr>
          <w:rFonts w:cs="Tahoma"/>
          <w:szCs w:val="20"/>
        </w:rPr>
        <w:t>r.</w:t>
      </w:r>
      <w:r w:rsidR="00EE6BD0">
        <w:rPr>
          <w:rFonts w:cs="Tahoma"/>
          <w:szCs w:val="20"/>
        </w:rPr>
        <w:t xml:space="preserve"> </w:t>
      </w:r>
      <w:r w:rsidR="00A22222">
        <w:rPr>
          <w:rFonts w:cs="Tahoma"/>
          <w:szCs w:val="20"/>
        </w:rPr>
        <w:t>o</w:t>
      </w:r>
      <w:r w:rsidR="00A22222" w:rsidRPr="003E1779">
        <w:rPr>
          <w:rFonts w:cs="Tahoma"/>
          <w:szCs w:val="20"/>
        </w:rPr>
        <w:t>, nám</w:t>
      </w:r>
      <w:r w:rsidR="00A22222">
        <w:rPr>
          <w:rFonts w:cs="Tahoma"/>
          <w:szCs w:val="20"/>
        </w:rPr>
        <w:t>ěstí</w:t>
      </w:r>
      <w:r w:rsidR="00A22222" w:rsidRPr="003E1779">
        <w:rPr>
          <w:rFonts w:cs="Tahoma"/>
          <w:szCs w:val="20"/>
        </w:rPr>
        <w:t xml:space="preserve"> 14</w:t>
      </w:r>
      <w:r w:rsidR="0030116A">
        <w:rPr>
          <w:rFonts w:cs="Tahoma"/>
          <w:szCs w:val="20"/>
        </w:rPr>
        <w:t xml:space="preserve">. </w:t>
      </w:r>
      <w:r w:rsidR="00A22222" w:rsidRPr="003E1779">
        <w:rPr>
          <w:rFonts w:cs="Tahoma"/>
          <w:szCs w:val="20"/>
        </w:rPr>
        <w:t>října 1307/2, 150 00 Praha 5</w:t>
      </w:r>
      <w:r w:rsidR="00A22222">
        <w:rPr>
          <w:rFonts w:cs="Tahoma"/>
          <w:szCs w:val="20"/>
        </w:rPr>
        <w:t xml:space="preserve"> za částku 112.711,5</w:t>
      </w:r>
      <w:r w:rsidR="00D86DEA">
        <w:rPr>
          <w:rFonts w:cs="Tahoma"/>
          <w:szCs w:val="20"/>
        </w:rPr>
        <w:t xml:space="preserve"> </w:t>
      </w:r>
      <w:r w:rsidR="00A22222">
        <w:rPr>
          <w:rFonts w:cs="Tahoma"/>
          <w:szCs w:val="20"/>
        </w:rPr>
        <w:t>Kč včetně DPH.</w:t>
      </w:r>
    </w:p>
    <w:p w:rsidR="00A22222" w:rsidRPr="00EE6390" w:rsidRDefault="00A22222" w:rsidP="00A22222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EE6390">
        <w:rPr>
          <w:rFonts w:ascii="Tahoma" w:hAnsi="Tahoma" w:cs="Tahoma"/>
          <w:sz w:val="20"/>
          <w:szCs w:val="20"/>
        </w:rPr>
        <w:t>. Pověřuje</w:t>
      </w:r>
    </w:p>
    <w:p w:rsidR="00A22222" w:rsidRDefault="00A22222" w:rsidP="00A22222">
      <w:pPr>
        <w:pStyle w:val="Zkladntext2"/>
        <w:spacing w:after="0" w:line="256" w:lineRule="auto"/>
        <w:jc w:val="both"/>
        <w:rPr>
          <w:rFonts w:cs="Tahoma"/>
          <w:szCs w:val="20"/>
        </w:rPr>
      </w:pPr>
      <w:r>
        <w:rPr>
          <w:rFonts w:cs="Tahoma"/>
          <w:szCs w:val="20"/>
        </w:rPr>
        <w:t>starostu města podpisem předmětné smlouvy.</w:t>
      </w:r>
    </w:p>
    <w:p w:rsidR="00A22222" w:rsidRDefault="00A22222" w:rsidP="00A22222">
      <w:pPr>
        <w:pStyle w:val="Zkladntext2"/>
        <w:spacing w:after="0" w:line="256" w:lineRule="auto"/>
        <w:jc w:val="both"/>
        <w:rPr>
          <w:rFonts w:cs="Tahoma"/>
          <w:szCs w:val="20"/>
        </w:rPr>
      </w:pPr>
    </w:p>
    <w:p w:rsidR="00264425" w:rsidRDefault="00264425" w:rsidP="00264425">
      <w:pPr>
        <w:pStyle w:val="Nadpis2"/>
        <w:rPr>
          <w:rFonts w:ascii="Calibri" w:eastAsia="Calibri" w:hAnsi="Calibri" w:cs="Calibri"/>
        </w:rPr>
      </w:pPr>
      <w:r>
        <w:rPr>
          <w:rFonts w:ascii="Tahoma" w:hAnsi="Tahoma" w:cs="Tahoma"/>
          <w:sz w:val="24"/>
        </w:rPr>
        <w:t>6</w:t>
      </w:r>
      <w:r w:rsidRPr="00AB7E1F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>Užití znaku města Strakonice – Muzeum středního Pootaví Strakonice</w:t>
      </w:r>
    </w:p>
    <w:p w:rsidR="00264425" w:rsidRDefault="002644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A113DF" w:rsidRPr="00A113DF" w:rsidRDefault="00A113DF" w:rsidP="00A113DF">
      <w:pPr>
        <w:pStyle w:val="Nadpis3"/>
        <w:rPr>
          <w:rFonts w:ascii="Tahoma" w:hAnsi="Tahoma" w:cs="Tahoma"/>
          <w:sz w:val="20"/>
        </w:rPr>
      </w:pPr>
      <w:r w:rsidRPr="00A113DF">
        <w:rPr>
          <w:rFonts w:ascii="Tahoma" w:hAnsi="Tahoma" w:cs="Tahoma"/>
          <w:sz w:val="20"/>
        </w:rPr>
        <w:t>I. Souhlasí</w:t>
      </w:r>
    </w:p>
    <w:p w:rsidR="00A113DF" w:rsidRDefault="00A113DF" w:rsidP="00A113D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A113DF">
        <w:rPr>
          <w:rFonts w:ascii="Tahoma" w:hAnsi="Tahoma" w:cs="Tahoma"/>
          <w:bCs/>
          <w:sz w:val="20"/>
          <w:szCs w:val="20"/>
        </w:rPr>
        <w:t>s užitím znaku města Strakonice</w:t>
      </w:r>
      <w:r>
        <w:rPr>
          <w:rFonts w:ascii="Tahoma" w:hAnsi="Tahoma" w:cs="Tahoma"/>
          <w:bCs/>
          <w:sz w:val="20"/>
          <w:szCs w:val="20"/>
        </w:rPr>
        <w:t xml:space="preserve"> Muzeem středního Pootaví Strakonice, Zámek 1, 386 01 Strakonice, IČO 00072150 v nově zrekonstruovaném vstupním foyer strakonického hradu. </w:t>
      </w:r>
    </w:p>
    <w:p w:rsidR="00A113DF" w:rsidRDefault="00A113DF" w:rsidP="00A113D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5D01D2" w:rsidRDefault="005D01D2" w:rsidP="005D01D2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7</w:t>
      </w:r>
      <w:r w:rsidRPr="00AB7E1F">
        <w:rPr>
          <w:rFonts w:ascii="Tahoma" w:hAnsi="Tahoma" w:cs="Tahoma"/>
          <w:sz w:val="24"/>
        </w:rPr>
        <w:t>)</w:t>
      </w:r>
      <w:r>
        <w:rPr>
          <w:rFonts w:ascii="Tahoma" w:hAnsi="Tahoma" w:cs="Tahoma"/>
          <w:sz w:val="24"/>
        </w:rPr>
        <w:t xml:space="preserve"> </w:t>
      </w:r>
      <w:r w:rsidRPr="00AB7E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Mateřská škola Strakonice, Lidická 625 </w:t>
      </w:r>
      <w:r w:rsidR="00862093">
        <w:rPr>
          <w:rFonts w:ascii="Tahoma" w:hAnsi="Tahoma" w:cs="Tahoma"/>
          <w:sz w:val="24"/>
        </w:rPr>
        <w:t>– odepsání pohledávek</w:t>
      </w:r>
    </w:p>
    <w:p w:rsidR="005D01D2" w:rsidRDefault="005D01D2" w:rsidP="005D01D2">
      <w:pPr>
        <w:rPr>
          <w:rFonts w:eastAsia="Calibri"/>
        </w:rPr>
      </w:pPr>
    </w:p>
    <w:p w:rsidR="005D01D2" w:rsidRPr="005E0400" w:rsidRDefault="005D01D2" w:rsidP="005D01D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D01D2" w:rsidRDefault="005D01D2" w:rsidP="005D01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5D01D2" w:rsidRDefault="005D01D2" w:rsidP="005D01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5D01D2" w:rsidRDefault="009F67CC" w:rsidP="005D01D2">
      <w:pPr>
        <w:pStyle w:val="Nadpis3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I. Rozhodla</w:t>
      </w:r>
    </w:p>
    <w:p w:rsidR="009F67CC" w:rsidRDefault="00AE74F0" w:rsidP="009F67C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odepsat pohledávky Mateřské</w:t>
      </w:r>
      <w:r w:rsidR="009F67CC">
        <w:rPr>
          <w:rFonts w:ascii="Tahoma" w:hAnsi="Tahoma" w:cs="Tahoma"/>
          <w:sz w:val="20"/>
          <w:szCs w:val="20"/>
        </w:rPr>
        <w:t xml:space="preserve"> školy Strakonice, Lidická 625 v celkové výši 1.825 Kč (nedoplatek za úhr</w:t>
      </w:r>
      <w:r w:rsidR="00C94A1F">
        <w:rPr>
          <w:rFonts w:ascii="Tahoma" w:hAnsi="Tahoma" w:cs="Tahoma"/>
          <w:sz w:val="20"/>
          <w:szCs w:val="20"/>
        </w:rPr>
        <w:t>adu školného a stravného za jedno dítě</w:t>
      </w:r>
      <w:r w:rsidR="009F67CC">
        <w:rPr>
          <w:rFonts w:ascii="Tahoma" w:hAnsi="Tahoma" w:cs="Tahoma"/>
          <w:sz w:val="20"/>
          <w:szCs w:val="20"/>
        </w:rPr>
        <w:t xml:space="preserve">) z účetní </w:t>
      </w:r>
      <w:r w:rsidR="00C94A1F">
        <w:rPr>
          <w:rFonts w:ascii="Tahoma" w:hAnsi="Tahoma" w:cs="Tahoma"/>
          <w:sz w:val="20"/>
          <w:szCs w:val="20"/>
        </w:rPr>
        <w:t xml:space="preserve">evidence jako </w:t>
      </w:r>
      <w:proofErr w:type="spellStart"/>
      <w:r w:rsidR="00C94A1F">
        <w:rPr>
          <w:rFonts w:ascii="Tahoma" w:hAnsi="Tahoma" w:cs="Tahoma"/>
          <w:sz w:val="20"/>
          <w:szCs w:val="20"/>
        </w:rPr>
        <w:t>nevymožitelné</w:t>
      </w:r>
      <w:proofErr w:type="spellEnd"/>
      <w:r w:rsidR="009F67CC">
        <w:rPr>
          <w:rFonts w:ascii="Tahoma" w:hAnsi="Tahoma" w:cs="Tahoma"/>
          <w:sz w:val="20"/>
          <w:szCs w:val="20"/>
        </w:rPr>
        <w:t>.</w:t>
      </w:r>
    </w:p>
    <w:p w:rsidR="009F67CC" w:rsidRDefault="009F67CC" w:rsidP="009F67CC">
      <w:pPr>
        <w:jc w:val="both"/>
        <w:rPr>
          <w:rFonts w:ascii="Tahoma" w:hAnsi="Tahoma" w:cs="Tahoma"/>
          <w:sz w:val="20"/>
          <w:szCs w:val="20"/>
        </w:rPr>
      </w:pPr>
    </w:p>
    <w:p w:rsidR="009F67CC" w:rsidRDefault="009F67CC" w:rsidP="009F67CC">
      <w:pPr>
        <w:pStyle w:val="Nadpis3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II. Ukládá</w:t>
      </w:r>
    </w:p>
    <w:p w:rsidR="008267CA" w:rsidRDefault="009F67CC" w:rsidP="008267C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Mateřské škole Strakonice, Lidická 625 odepsat pohledávky z účetní evidence.</w:t>
      </w:r>
    </w:p>
    <w:p w:rsidR="008267CA" w:rsidRDefault="008267CA">
      <w:pPr>
        <w:rPr>
          <w:rFonts w:ascii="Tahoma" w:hAnsi="Tahoma" w:cs="Tahoma"/>
          <w:sz w:val="20"/>
          <w:szCs w:val="20"/>
        </w:rPr>
      </w:pPr>
    </w:p>
    <w:p w:rsidR="004C69F3" w:rsidRDefault="004C69F3">
      <w:pPr>
        <w:rPr>
          <w:rFonts w:ascii="Tahoma" w:hAnsi="Tahoma" w:cs="Tahoma"/>
          <w:sz w:val="20"/>
          <w:szCs w:val="20"/>
        </w:rPr>
      </w:pPr>
    </w:p>
    <w:p w:rsidR="004C69F3" w:rsidRDefault="004C69F3">
      <w:pPr>
        <w:rPr>
          <w:rFonts w:ascii="Tahoma" w:hAnsi="Tahoma" w:cs="Tahoma"/>
          <w:sz w:val="20"/>
          <w:szCs w:val="20"/>
        </w:rPr>
      </w:pPr>
    </w:p>
    <w:p w:rsidR="008267CA" w:rsidRPr="00BE0247" w:rsidRDefault="008267CA" w:rsidP="00BE0247">
      <w:pPr>
        <w:pStyle w:val="Nadpis2"/>
        <w:rPr>
          <w:rFonts w:ascii="Tahoma" w:hAnsi="Tahoma" w:cs="Tahoma"/>
          <w:sz w:val="24"/>
        </w:rPr>
      </w:pPr>
      <w:r w:rsidRPr="00BE0247">
        <w:rPr>
          <w:rFonts w:ascii="Tahoma" w:hAnsi="Tahoma" w:cs="Tahoma"/>
          <w:sz w:val="24"/>
        </w:rPr>
        <w:t>8) Objednávky odboru školství za květen 2021</w:t>
      </w:r>
    </w:p>
    <w:p w:rsidR="005D01D2" w:rsidRPr="00BE0247" w:rsidRDefault="005D01D2" w:rsidP="00A113D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8267CA" w:rsidRPr="005F6077" w:rsidRDefault="008267CA" w:rsidP="008267CA">
      <w:pPr>
        <w:jc w:val="both"/>
        <w:rPr>
          <w:rFonts w:ascii="Tahoma" w:hAnsi="Tahoma" w:cs="Tahoma"/>
          <w:b/>
          <w:sz w:val="20"/>
          <w:szCs w:val="20"/>
        </w:rPr>
      </w:pPr>
      <w:r w:rsidRPr="005F6077">
        <w:rPr>
          <w:rFonts w:ascii="Tahoma" w:hAnsi="Tahoma" w:cs="Tahoma"/>
          <w:b/>
          <w:sz w:val="20"/>
          <w:szCs w:val="20"/>
        </w:rPr>
        <w:t>Návrh usnesení:</w:t>
      </w:r>
    </w:p>
    <w:p w:rsidR="008267CA" w:rsidRPr="005E0400" w:rsidRDefault="008267CA" w:rsidP="008267CA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8267CA" w:rsidRDefault="008267CA" w:rsidP="008267CA">
      <w:pPr>
        <w:jc w:val="both"/>
        <w:rPr>
          <w:rFonts w:ascii="Tahoma" w:hAnsi="Tahoma" w:cs="Tahoma"/>
          <w:sz w:val="20"/>
          <w:szCs w:val="20"/>
        </w:rPr>
      </w:pPr>
    </w:p>
    <w:p w:rsidR="00775189" w:rsidRPr="005E0400" w:rsidRDefault="00775189" w:rsidP="00775189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Bere na vědomí</w:t>
      </w:r>
    </w:p>
    <w:p w:rsidR="00775189" w:rsidRPr="00BC798A" w:rsidRDefault="00775189" w:rsidP="00775189">
      <w:pPr>
        <w:rPr>
          <w:rFonts w:ascii="Tahoma" w:hAnsi="Tahoma" w:cs="Tahoma"/>
          <w:sz w:val="20"/>
          <w:szCs w:val="20"/>
        </w:rPr>
      </w:pPr>
      <w:r w:rsidRPr="00BC798A">
        <w:rPr>
          <w:rFonts w:ascii="Tahoma" w:hAnsi="Tahoma" w:cs="Tahoma"/>
          <w:sz w:val="20"/>
          <w:szCs w:val="20"/>
        </w:rPr>
        <w:t>Seznam objednávek odbo</w:t>
      </w:r>
      <w:r>
        <w:rPr>
          <w:rFonts w:ascii="Tahoma" w:hAnsi="Tahoma" w:cs="Tahoma"/>
          <w:sz w:val="20"/>
          <w:szCs w:val="20"/>
        </w:rPr>
        <w:t>ru školství za květen 2021</w:t>
      </w:r>
    </w:p>
    <w:p w:rsidR="00775189" w:rsidRPr="00BC798A" w:rsidRDefault="00775189" w:rsidP="00775189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775189" w:rsidRPr="00BC79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ED765EBA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78D3D7F"/>
    <w:multiLevelType w:val="hybridMultilevel"/>
    <w:tmpl w:val="CE9A9EE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F96815"/>
    <w:multiLevelType w:val="hybridMultilevel"/>
    <w:tmpl w:val="8248A1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1778F"/>
    <w:multiLevelType w:val="hybridMultilevel"/>
    <w:tmpl w:val="ED765EB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E1664B"/>
    <w:multiLevelType w:val="hybridMultilevel"/>
    <w:tmpl w:val="287A2982"/>
    <w:lvl w:ilvl="0" w:tplc="040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EF3177A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E9A"/>
    <w:rsid w:val="00037836"/>
    <w:rsid w:val="00053C5A"/>
    <w:rsid w:val="0005659E"/>
    <w:rsid w:val="00064400"/>
    <w:rsid w:val="00077160"/>
    <w:rsid w:val="000807B3"/>
    <w:rsid w:val="000D734C"/>
    <w:rsid w:val="000F11AD"/>
    <w:rsid w:val="00107985"/>
    <w:rsid w:val="00147DB0"/>
    <w:rsid w:val="001521F5"/>
    <w:rsid w:val="001A68A0"/>
    <w:rsid w:val="001B2554"/>
    <w:rsid w:val="001B37BD"/>
    <w:rsid w:val="001B7398"/>
    <w:rsid w:val="0022787C"/>
    <w:rsid w:val="00255A62"/>
    <w:rsid w:val="00262D3C"/>
    <w:rsid w:val="00264425"/>
    <w:rsid w:val="00274962"/>
    <w:rsid w:val="002B2CEC"/>
    <w:rsid w:val="002B4A50"/>
    <w:rsid w:val="0030116A"/>
    <w:rsid w:val="00307C44"/>
    <w:rsid w:val="00351DD7"/>
    <w:rsid w:val="00355B56"/>
    <w:rsid w:val="00380E39"/>
    <w:rsid w:val="0038192B"/>
    <w:rsid w:val="00390A4A"/>
    <w:rsid w:val="003A776A"/>
    <w:rsid w:val="003C78C2"/>
    <w:rsid w:val="003D7520"/>
    <w:rsid w:val="003E53CF"/>
    <w:rsid w:val="003F7FA1"/>
    <w:rsid w:val="004201A9"/>
    <w:rsid w:val="00436635"/>
    <w:rsid w:val="00442F55"/>
    <w:rsid w:val="00461BA8"/>
    <w:rsid w:val="0047000F"/>
    <w:rsid w:val="00474DDE"/>
    <w:rsid w:val="00490040"/>
    <w:rsid w:val="004A66E7"/>
    <w:rsid w:val="004C3DB6"/>
    <w:rsid w:val="004C69F3"/>
    <w:rsid w:val="004C7612"/>
    <w:rsid w:val="004F2E9A"/>
    <w:rsid w:val="00520EE5"/>
    <w:rsid w:val="0055252F"/>
    <w:rsid w:val="00554202"/>
    <w:rsid w:val="00585369"/>
    <w:rsid w:val="005903FF"/>
    <w:rsid w:val="005B73DA"/>
    <w:rsid w:val="005D01D2"/>
    <w:rsid w:val="005E0400"/>
    <w:rsid w:val="005F6844"/>
    <w:rsid w:val="00652005"/>
    <w:rsid w:val="00653570"/>
    <w:rsid w:val="006E58A0"/>
    <w:rsid w:val="006F0797"/>
    <w:rsid w:val="006F6AC5"/>
    <w:rsid w:val="00700FAB"/>
    <w:rsid w:val="007221B1"/>
    <w:rsid w:val="0076178B"/>
    <w:rsid w:val="00775189"/>
    <w:rsid w:val="007857D5"/>
    <w:rsid w:val="00794294"/>
    <w:rsid w:val="00796D46"/>
    <w:rsid w:val="007A2E0A"/>
    <w:rsid w:val="007E137C"/>
    <w:rsid w:val="00807A1A"/>
    <w:rsid w:val="008267CA"/>
    <w:rsid w:val="008360E6"/>
    <w:rsid w:val="00836646"/>
    <w:rsid w:val="0086164E"/>
    <w:rsid w:val="00862093"/>
    <w:rsid w:val="008728DA"/>
    <w:rsid w:val="008B1BF4"/>
    <w:rsid w:val="008C14EF"/>
    <w:rsid w:val="008D0CAA"/>
    <w:rsid w:val="008E6A45"/>
    <w:rsid w:val="008E7608"/>
    <w:rsid w:val="00932492"/>
    <w:rsid w:val="00960F5D"/>
    <w:rsid w:val="00970B96"/>
    <w:rsid w:val="00997B60"/>
    <w:rsid w:val="009C2BBE"/>
    <w:rsid w:val="009C4005"/>
    <w:rsid w:val="009D0B06"/>
    <w:rsid w:val="009E26DB"/>
    <w:rsid w:val="009F67CC"/>
    <w:rsid w:val="00A113DF"/>
    <w:rsid w:val="00A22222"/>
    <w:rsid w:val="00A27EB0"/>
    <w:rsid w:val="00A432F0"/>
    <w:rsid w:val="00A5254D"/>
    <w:rsid w:val="00A77A01"/>
    <w:rsid w:val="00A84283"/>
    <w:rsid w:val="00A94261"/>
    <w:rsid w:val="00AB7E1F"/>
    <w:rsid w:val="00AC3A49"/>
    <w:rsid w:val="00AE74F0"/>
    <w:rsid w:val="00B21534"/>
    <w:rsid w:val="00B34B1D"/>
    <w:rsid w:val="00B503A4"/>
    <w:rsid w:val="00B57699"/>
    <w:rsid w:val="00BC47CB"/>
    <w:rsid w:val="00BD62D5"/>
    <w:rsid w:val="00BE0247"/>
    <w:rsid w:val="00BF7E67"/>
    <w:rsid w:val="00C02544"/>
    <w:rsid w:val="00C026A5"/>
    <w:rsid w:val="00C24BE6"/>
    <w:rsid w:val="00C53200"/>
    <w:rsid w:val="00C83B69"/>
    <w:rsid w:val="00C94A1F"/>
    <w:rsid w:val="00CD3B96"/>
    <w:rsid w:val="00CE52EE"/>
    <w:rsid w:val="00CF64E1"/>
    <w:rsid w:val="00D15DFC"/>
    <w:rsid w:val="00D24585"/>
    <w:rsid w:val="00D40659"/>
    <w:rsid w:val="00D558EF"/>
    <w:rsid w:val="00D826D7"/>
    <w:rsid w:val="00D83198"/>
    <w:rsid w:val="00D86DEA"/>
    <w:rsid w:val="00DD651B"/>
    <w:rsid w:val="00DD7E88"/>
    <w:rsid w:val="00E37566"/>
    <w:rsid w:val="00E64084"/>
    <w:rsid w:val="00E81E94"/>
    <w:rsid w:val="00ED5136"/>
    <w:rsid w:val="00EE6390"/>
    <w:rsid w:val="00EE6BD0"/>
    <w:rsid w:val="00F26D96"/>
    <w:rsid w:val="00F35D54"/>
    <w:rsid w:val="00FA7C56"/>
    <w:rsid w:val="00FD6217"/>
    <w:rsid w:val="00FE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D10FB"/>
  <w15:chartTrackingRefBased/>
  <w15:docId w15:val="{62A4E41F-0AFB-4953-B3F6-8CDC4B277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AB7E1F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AB7E1F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A27EB0"/>
    <w:pPr>
      <w:spacing w:after="120" w:line="480" w:lineRule="auto"/>
    </w:pPr>
    <w:rPr>
      <w:rFonts w:ascii="Tahoma" w:hAnsi="Tahoma"/>
      <w:sz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27EB0"/>
    <w:rPr>
      <w:rFonts w:ascii="Tahoma" w:hAnsi="Tahoma"/>
      <w:szCs w:val="24"/>
    </w:rPr>
  </w:style>
  <w:style w:type="character" w:customStyle="1" w:styleId="Nadpis3Char">
    <w:name w:val="Nadpis 3 Char"/>
    <w:basedOn w:val="Standardnpsmoodstavce"/>
    <w:link w:val="Nadpis3"/>
    <w:rsid w:val="00461BA8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254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25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4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612</TotalTime>
  <Pages>3</Pages>
  <Words>935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93</cp:revision>
  <cp:lastPrinted>2021-06-02T11:55:00Z</cp:lastPrinted>
  <dcterms:created xsi:type="dcterms:W3CDTF">2021-04-16T10:57:00Z</dcterms:created>
  <dcterms:modified xsi:type="dcterms:W3CDTF">2021-06-03T05:25:00Z</dcterms:modified>
</cp:coreProperties>
</file>